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07F71">
        <w:rPr>
          <w:rFonts w:asciiTheme="minorHAnsi" w:hAnsiTheme="minorHAnsi" w:cs="Tahoma"/>
          <w:b/>
          <w:sz w:val="22"/>
          <w:szCs w:val="22"/>
        </w:rPr>
        <w:t>4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334A41" w:rsidRPr="00734D73" w:rsidRDefault="00334A41" w:rsidP="00334A41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334A41" w:rsidRPr="007B7199" w:rsidTr="00FB3F90">
        <w:tc>
          <w:tcPr>
            <w:tcW w:w="3256" w:type="dxa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334A41" w:rsidRPr="00F07F71" w:rsidRDefault="00F4775D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75D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Dodávka obvazového materiálu – obinadlo elastické </w:t>
            </w:r>
            <w:proofErr w:type="spellStart"/>
            <w:r w:rsidRPr="00F4775D">
              <w:rPr>
                <w:rFonts w:asciiTheme="minorHAnsi" w:hAnsiTheme="minorHAnsi" w:cs="Calibri"/>
                <w:bCs/>
                <w:sz w:val="22"/>
                <w:szCs w:val="22"/>
              </w:rPr>
              <w:t>krátkotažné</w:t>
            </w:r>
            <w:proofErr w:type="spellEnd"/>
          </w:p>
        </w:tc>
      </w:tr>
      <w:tr w:rsidR="00334A41" w:rsidRPr="007B7199" w:rsidTr="00FB3F90">
        <w:tc>
          <w:tcPr>
            <w:tcW w:w="3256" w:type="dxa"/>
            <w:vMerge w:val="restart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334A41" w:rsidRPr="007B7199" w:rsidTr="00FB3F90">
        <w:tc>
          <w:tcPr>
            <w:tcW w:w="3256" w:type="dxa"/>
            <w:vMerge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334A41" w:rsidRPr="007B7199" w:rsidTr="00FB3F90">
        <w:tc>
          <w:tcPr>
            <w:tcW w:w="10343" w:type="dxa"/>
            <w:gridSpan w:val="2"/>
            <w:shd w:val="clear" w:color="auto" w:fill="auto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334A41" w:rsidRPr="007B7199" w:rsidTr="00FB3F9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Del="001A748D" w:rsidRDefault="00334A41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334A41" w:rsidRPr="007B7199" w:rsidDel="001A748D" w:rsidTr="00FB3F90">
        <w:tc>
          <w:tcPr>
            <w:tcW w:w="3256" w:type="dxa"/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334A41" w:rsidRDefault="00334A41" w:rsidP="00334A41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4775D" w:rsidRPr="00F4775D">
        <w:rPr>
          <w:rFonts w:asciiTheme="minorHAnsi" w:hAnsiTheme="minorHAnsi"/>
          <w:b/>
          <w:sz w:val="22"/>
          <w:szCs w:val="22"/>
        </w:rPr>
        <w:t>Dodávka obvazového materiálu – obinadlo elastické krátkotažné</w:t>
      </w:r>
      <w:bookmarkStart w:id="0" w:name="_GoBack"/>
      <w:bookmarkEnd w:id="0"/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F4775D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7F71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775D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11</TotalTime>
  <Pages>1</Pages>
  <Words>184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18</cp:revision>
  <cp:lastPrinted>2008-06-11T13:40:00Z</cp:lastPrinted>
  <dcterms:created xsi:type="dcterms:W3CDTF">2018-10-15T07:28:00Z</dcterms:created>
  <dcterms:modified xsi:type="dcterms:W3CDTF">2019-02-12T11:00:00Z</dcterms:modified>
</cp:coreProperties>
</file>